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C092D" w14:textId="77777777" w:rsidR="000719BB" w:rsidRDefault="000719BB" w:rsidP="006C2343">
      <w:pPr>
        <w:pStyle w:val="Titul2"/>
      </w:pPr>
    </w:p>
    <w:p w14:paraId="2898DAB7" w14:textId="77777777" w:rsidR="00826B7B" w:rsidRDefault="00826B7B" w:rsidP="006C2343">
      <w:pPr>
        <w:pStyle w:val="Titul2"/>
      </w:pPr>
    </w:p>
    <w:p w14:paraId="0B0B7061" w14:textId="77777777" w:rsidR="000008ED" w:rsidRPr="000719BB" w:rsidRDefault="000008ED" w:rsidP="006C2343">
      <w:pPr>
        <w:pStyle w:val="Titul2"/>
      </w:pPr>
      <w:r>
        <w:t>Díl 4</w:t>
      </w:r>
    </w:p>
    <w:p w14:paraId="50E3012B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FB0B6D9" w14:textId="77777777" w:rsidR="00AD0C7B" w:rsidRDefault="00AD0C7B" w:rsidP="00AD0C7B">
      <w:pPr>
        <w:pStyle w:val="Titul2"/>
      </w:pPr>
    </w:p>
    <w:p w14:paraId="29636FB6" w14:textId="77777777" w:rsidR="000008ED" w:rsidRDefault="000008ED" w:rsidP="00AD0C7B">
      <w:pPr>
        <w:pStyle w:val="Titul2"/>
      </w:pPr>
      <w:r>
        <w:t>Část 1</w:t>
      </w:r>
    </w:p>
    <w:p w14:paraId="66C15A8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2BADCD7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729EA436A974CC29EC4B121D4D66A92"/>
        </w:placeholder>
        <w:text/>
      </w:sdtPr>
      <w:sdtContent>
        <w:p w14:paraId="75B6D7E1" w14:textId="298B118B" w:rsidR="00CF0EF4" w:rsidRDefault="00350962" w:rsidP="00CF0EF4">
          <w:pPr>
            <w:pStyle w:val="Tituldatum"/>
          </w:pPr>
          <w:r w:rsidRPr="00350962">
            <w:rPr>
              <w:rStyle w:val="Nzevakce"/>
            </w:rPr>
            <w:t>Oprava kolejí a výhybek v dopravně Kořenov</w:t>
          </w:r>
        </w:p>
      </w:sdtContent>
    </w:sdt>
    <w:p w14:paraId="0284C04A" w14:textId="77777777" w:rsidR="00826B7B" w:rsidRPr="006C2343" w:rsidRDefault="00826B7B" w:rsidP="006C2343">
      <w:pPr>
        <w:pStyle w:val="Titul2"/>
        <w:rPr>
          <w:highlight w:val="green"/>
        </w:rPr>
      </w:pPr>
    </w:p>
    <w:p w14:paraId="39D17993" w14:textId="77777777" w:rsidR="00826B7B" w:rsidRPr="006C2343" w:rsidRDefault="00826B7B" w:rsidP="006C2343">
      <w:pPr>
        <w:pStyle w:val="Titul2"/>
      </w:pPr>
    </w:p>
    <w:p w14:paraId="3431DA11" w14:textId="77777777" w:rsidR="000008ED" w:rsidRDefault="000008ED" w:rsidP="006C2343">
      <w:pPr>
        <w:pStyle w:val="Tituldatum"/>
      </w:pPr>
    </w:p>
    <w:p w14:paraId="77878A99" w14:textId="77777777" w:rsidR="00C90F19" w:rsidRDefault="00C90F19" w:rsidP="006C2343">
      <w:pPr>
        <w:pStyle w:val="Tituldatum"/>
      </w:pPr>
    </w:p>
    <w:p w14:paraId="25DD1A47" w14:textId="5FEF65DE" w:rsidR="00826B7B" w:rsidRPr="006C2343" w:rsidRDefault="006C2343" w:rsidP="006C2343">
      <w:pPr>
        <w:pStyle w:val="Tituldatum"/>
      </w:pPr>
      <w:r w:rsidRPr="00350962">
        <w:t xml:space="preserve">Datum vydání: </w:t>
      </w:r>
      <w:r w:rsidRPr="00350962">
        <w:tab/>
      </w:r>
      <w:r w:rsidR="00350962" w:rsidRPr="00350962">
        <w:t>2.7</w:t>
      </w:r>
      <w:r w:rsidRPr="00350962">
        <w:t>.20</w:t>
      </w:r>
      <w:r w:rsidR="00A616BE" w:rsidRPr="00350962">
        <w:t>2</w:t>
      </w:r>
      <w:r w:rsidR="00350962" w:rsidRPr="00350962">
        <w:t>4</w:t>
      </w:r>
    </w:p>
    <w:p w14:paraId="2E45D1A9" w14:textId="77777777" w:rsidR="00826B7B" w:rsidRDefault="00826B7B">
      <w:r>
        <w:br w:type="page"/>
      </w:r>
    </w:p>
    <w:p w14:paraId="1D03877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2B71B7C7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44A42050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77880CA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4F1BC86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8DA0CD1" w14:textId="77777777" w:rsidR="006E4DDA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02A60E2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74D35EFE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6BF02C82" w14:textId="77777777" w:rsidR="006E4DDA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77E87793" w14:textId="77777777" w:rsidR="00AD0C7B" w:rsidRDefault="00BD7E91" w:rsidP="008D03B9">
      <w:r>
        <w:fldChar w:fldCharType="end"/>
      </w:r>
    </w:p>
    <w:p w14:paraId="2C404873" w14:textId="77777777" w:rsidR="000008ED" w:rsidRDefault="000008ED" w:rsidP="008D03B9"/>
    <w:p w14:paraId="39283BF8" w14:textId="77777777" w:rsidR="000008ED" w:rsidRDefault="000008ED" w:rsidP="008D03B9"/>
    <w:p w14:paraId="57916AEA" w14:textId="77777777" w:rsidR="000008ED" w:rsidRDefault="000008ED" w:rsidP="008D03B9"/>
    <w:p w14:paraId="00BF7A57" w14:textId="77777777" w:rsidR="000008ED" w:rsidRDefault="000008ED" w:rsidP="008D03B9"/>
    <w:p w14:paraId="4CC4FB3A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3BE6AC93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1B7753CE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2E50443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D6B57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D6A55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1B3CEFD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E15FD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25E130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7D0571EF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C9D94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07DC2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B91DBA3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F0E4B2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8258B5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EB8C80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A3EBC9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994355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D380A3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DE9E9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75FB56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57DA318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C3F5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45B26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F98E46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AAB12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5C00D5" w14:textId="77777777" w:rsidR="005E07BA" w:rsidRPr="006115D3" w:rsidRDefault="005E07BA" w:rsidP="00BC06B4">
            <w:pPr>
              <w:pStyle w:val="Zkratky2"/>
            </w:pPr>
          </w:p>
        </w:tc>
      </w:tr>
    </w:tbl>
    <w:p w14:paraId="477E914A" w14:textId="77777777" w:rsidR="00041EC8" w:rsidRDefault="00041EC8" w:rsidP="00AD0C7B"/>
    <w:p w14:paraId="45AD93EF" w14:textId="77777777" w:rsidR="00826B7B" w:rsidRDefault="00826B7B" w:rsidP="008D03B9"/>
    <w:p w14:paraId="2F11231F" w14:textId="77777777" w:rsidR="00826B7B" w:rsidRDefault="00826B7B">
      <w:r>
        <w:br w:type="page"/>
      </w:r>
    </w:p>
    <w:p w14:paraId="3F7D3A4C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324DE0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EE2632B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6E032576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9C10C97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E0CC5E9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B11594E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39BE120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E184FA8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5B4C15E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9D67D07" w14:textId="77777777" w:rsidR="005E07BA" w:rsidRDefault="005E07BA" w:rsidP="005E07BA">
      <w:pPr>
        <w:pStyle w:val="Text2-1"/>
      </w:pPr>
      <w:r>
        <w:t>Položky soupisu prací obsahují pole:</w:t>
      </w:r>
    </w:p>
    <w:p w14:paraId="6487693B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6AAFEF18" w14:textId="5A207341" w:rsidR="005E07BA" w:rsidRDefault="005E07BA" w:rsidP="00350962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A746E7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5FBECA02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35589574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26A5E1B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65A8F8EA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1E62114F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33ED78C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0CDFD32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01B448FA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7C604F1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5C664D9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717943F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5E9F36A9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D00E250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5F6E6A3" w14:textId="77777777" w:rsidR="005E07BA" w:rsidRDefault="005E07BA" w:rsidP="005E07BA">
      <w:pPr>
        <w:pStyle w:val="Odrka1-2-"/>
      </w:pPr>
      <w:r>
        <w:t>náklady na veškerá pojištění;</w:t>
      </w:r>
    </w:p>
    <w:p w14:paraId="2BFAD14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503C9239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3EC27C55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4628AABC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12AD0AE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29469A6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12A5AEE5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9333366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C47C757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8B7350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177A91B5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543494C2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</w:t>
      </w:r>
      <w:r>
        <w:lastRenderedPageBreak/>
        <w:t>podmínek, náklady za práci přesčas, v noci, ve dnech pracovního klidu, vynucené přeložky inženýrských sítí příp. náhradní napájení či zásobování.;</w:t>
      </w:r>
    </w:p>
    <w:p w14:paraId="003BC5AD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101B203E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BB0AC4F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3CF4D57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02D6CB37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CB33737" w14:textId="77777777" w:rsidR="00350962" w:rsidRDefault="00350962" w:rsidP="005E07BA">
      <w:pPr>
        <w:pStyle w:val="Odrka1-2-"/>
      </w:pPr>
    </w:p>
    <w:p w14:paraId="5112A988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53FEA22F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AA0C32F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46CC14F" w14:textId="77777777" w:rsidR="005E07BA" w:rsidRDefault="005E07BA" w:rsidP="005E07BA">
      <w:pPr>
        <w:pStyle w:val="Odrka1-2-"/>
      </w:pPr>
      <w:r>
        <w:t>geodetickou a koordinační činnost,</w:t>
      </w:r>
    </w:p>
    <w:p w14:paraId="4B40C85E" w14:textId="77777777" w:rsidR="005E07BA" w:rsidRDefault="005E07BA" w:rsidP="005E07BA">
      <w:pPr>
        <w:pStyle w:val="Odrka1-2-"/>
      </w:pPr>
      <w:r>
        <w:t>veškeré zkoušky a revize.</w:t>
      </w:r>
    </w:p>
    <w:p w14:paraId="167045C6" w14:textId="4C9F5392" w:rsidR="005E07BA" w:rsidRDefault="005E07BA" w:rsidP="00350962">
      <w:pPr>
        <w:pStyle w:val="Text2-1"/>
      </w:pPr>
      <w:r>
        <w:t xml:space="preserve">Ostatní náklady jsou jako všeobecné položky zahrnuty v SO 98-98 Všeobecný objekt. </w:t>
      </w:r>
    </w:p>
    <w:p w14:paraId="6C31714D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FD495E7" w14:textId="6288BCA6" w:rsidR="005E07BA" w:rsidRPr="00350962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</w:t>
      </w:r>
      <w:r w:rsidRPr="00350962">
        <w:t>jednotlivých položkách Soupisu prací lišit z důvodu přesného zaměření nebo na základě rozhodnutí Správce stavby.</w:t>
      </w:r>
    </w:p>
    <w:p w14:paraId="0601D7D1" w14:textId="51CFB3E7" w:rsidR="006D17F7" w:rsidRPr="00350962" w:rsidRDefault="005E07BA" w:rsidP="00350962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FC12892" w14:textId="725D1FCC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*.xls.</w:t>
      </w:r>
    </w:p>
    <w:p w14:paraId="6D371ED3" w14:textId="77777777" w:rsidR="005E07BA" w:rsidRDefault="005E07BA" w:rsidP="005E07BA">
      <w:pPr>
        <w:pStyle w:val="Nadpis2-1"/>
      </w:pPr>
      <w:bookmarkStart w:id="10" w:name="_Toc66946386"/>
      <w:r>
        <w:lastRenderedPageBreak/>
        <w:t>MĚŘENÍ</w:t>
      </w:r>
      <w:bookmarkEnd w:id="10"/>
    </w:p>
    <w:p w14:paraId="76A67BB6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6BE4F578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9A9DC47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147467FD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50C6005E" w14:textId="6DE28629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350962">
        <w:t>přijat Správcem stavby k zabudování do Díla, potom se považují množství, sazby a ceny v Soupisu prací za dostatečné</w:t>
      </w:r>
      <w:r>
        <w:t xml:space="preserve">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4FA8D" w14:textId="77777777" w:rsidR="003F386C" w:rsidRDefault="003F386C" w:rsidP="00962258">
      <w:pPr>
        <w:spacing w:after="0" w:line="240" w:lineRule="auto"/>
      </w:pPr>
      <w:r>
        <w:separator/>
      </w:r>
    </w:p>
  </w:endnote>
  <w:endnote w:type="continuationSeparator" w:id="0">
    <w:p w14:paraId="601C49F2" w14:textId="77777777" w:rsidR="003F386C" w:rsidRDefault="003F38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7AA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E29EC6E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95FE5BD" w14:textId="2E43F424" w:rsidR="00CF0EF4" w:rsidRPr="003462EB" w:rsidRDefault="00000000" w:rsidP="00C87634">
          <w:pPr>
            <w:pStyle w:val="Zpatvlevo"/>
          </w:pPr>
          <w:fldSimple w:instr=" STYLEREF  _Název_akce  \* MERGEFORMAT ">
            <w:r w:rsidR="00DF5874" w:rsidRPr="00DF5874">
              <w:rPr>
                <w:b/>
                <w:bCs/>
                <w:noProof/>
              </w:rPr>
              <w:t>Oprava kolejí a výhybek v dopravně Kořenov</w:t>
            </w:r>
          </w:fldSimple>
        </w:p>
        <w:p w14:paraId="6EFD8330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0E9EA84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5A2D58BE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54DBDA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D16B921" w14:textId="2F5E7680" w:rsidR="00CF0EF4" w:rsidRDefault="00000000" w:rsidP="00C87634">
          <w:pPr>
            <w:pStyle w:val="Zpatvpravo"/>
          </w:pPr>
          <w:fldSimple w:instr=" STYLEREF  _Název_akce  \* MERGEFORMAT ">
            <w:r w:rsidR="00DF5874" w:rsidRPr="00DF5874">
              <w:rPr>
                <w:b/>
                <w:bCs/>
                <w:noProof/>
              </w:rPr>
              <w:t>Oprava kolejí a výhybek v dopravně Kořenov</w:t>
            </w:r>
          </w:fldSimple>
        </w:p>
        <w:p w14:paraId="3BC8E867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58880DA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00C3DEFA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271057C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44C87" w14:textId="77777777" w:rsidR="00CF0EF4" w:rsidRPr="00B8518B" w:rsidRDefault="00CF0EF4" w:rsidP="00CF0EF4">
    <w:pPr>
      <w:pStyle w:val="Zpat"/>
      <w:rPr>
        <w:sz w:val="2"/>
        <w:szCs w:val="2"/>
      </w:rPr>
    </w:pPr>
  </w:p>
  <w:p w14:paraId="65C89CA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5C2E82B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0FFF2" w14:textId="77777777" w:rsidR="003F386C" w:rsidRDefault="003F386C" w:rsidP="00962258">
      <w:pPr>
        <w:spacing w:after="0" w:line="240" w:lineRule="auto"/>
      </w:pPr>
      <w:r>
        <w:separator/>
      </w:r>
    </w:p>
  </w:footnote>
  <w:footnote w:type="continuationSeparator" w:id="0">
    <w:p w14:paraId="03E4A317" w14:textId="77777777" w:rsidR="003F386C" w:rsidRDefault="003F38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585B1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1E7C880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EFD3800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5A1A4F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B03F62" w14:textId="77777777" w:rsidR="0076790E" w:rsidRPr="00D6163D" w:rsidRDefault="0076790E" w:rsidP="00D6163D">
          <w:pPr>
            <w:pStyle w:val="Druhdokumentu"/>
          </w:pPr>
        </w:p>
      </w:tc>
    </w:tr>
  </w:tbl>
  <w:p w14:paraId="2A7ACD2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D5C7F4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95368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5A92EB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7F47FBA" wp14:editId="39D4DD3C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EC3172B" w14:textId="77777777" w:rsidR="0076790E" w:rsidRPr="00D6163D" w:rsidRDefault="0076790E" w:rsidP="00FC6389">
          <w:pPr>
            <w:pStyle w:val="Druhdokumentu"/>
          </w:pPr>
        </w:p>
      </w:tc>
    </w:tr>
    <w:tr w:rsidR="0076790E" w14:paraId="2D601AF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8B722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A808C8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965B1BA" w14:textId="77777777" w:rsidR="0076790E" w:rsidRPr="00D6163D" w:rsidRDefault="0076790E" w:rsidP="00FC6389">
          <w:pPr>
            <w:pStyle w:val="Druhdokumentu"/>
          </w:pPr>
        </w:p>
      </w:tc>
    </w:tr>
  </w:tbl>
  <w:p w14:paraId="5AF65861" w14:textId="77777777" w:rsidR="0076790E" w:rsidRPr="00D6163D" w:rsidRDefault="0076790E" w:rsidP="00FC6389">
    <w:pPr>
      <w:pStyle w:val="Zhlav"/>
      <w:rPr>
        <w:sz w:val="8"/>
        <w:szCs w:val="8"/>
      </w:rPr>
    </w:pPr>
  </w:p>
  <w:p w14:paraId="37A9705C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842158">
    <w:abstractNumId w:val="3"/>
  </w:num>
  <w:num w:numId="2" w16cid:durableId="1903514829">
    <w:abstractNumId w:val="1"/>
  </w:num>
  <w:num w:numId="3" w16cid:durableId="136915599">
    <w:abstractNumId w:val="8"/>
  </w:num>
  <w:num w:numId="4" w16cid:durableId="191656666">
    <w:abstractNumId w:val="4"/>
  </w:num>
  <w:num w:numId="5" w16cid:durableId="1371371276">
    <w:abstractNumId w:val="10"/>
  </w:num>
  <w:num w:numId="6" w16cid:durableId="824512961">
    <w:abstractNumId w:val="5"/>
  </w:num>
  <w:num w:numId="7" w16cid:durableId="681007052">
    <w:abstractNumId w:val="6"/>
  </w:num>
  <w:num w:numId="8" w16cid:durableId="891387398">
    <w:abstractNumId w:val="7"/>
  </w:num>
  <w:num w:numId="9" w16cid:durableId="423382246">
    <w:abstractNumId w:val="0"/>
  </w:num>
  <w:num w:numId="10" w16cid:durableId="919217992">
    <w:abstractNumId w:val="2"/>
  </w:num>
  <w:num w:numId="11" w16cid:durableId="193688290">
    <w:abstractNumId w:val="9"/>
  </w:num>
  <w:num w:numId="12" w16cid:durableId="1685935715">
    <w:abstractNumId w:val="0"/>
  </w:num>
  <w:num w:numId="13" w16cid:durableId="772433022">
    <w:abstractNumId w:val="2"/>
  </w:num>
  <w:num w:numId="14" w16cid:durableId="1848710740">
    <w:abstractNumId w:val="2"/>
  </w:num>
  <w:num w:numId="15" w16cid:durableId="1620255182">
    <w:abstractNumId w:val="5"/>
  </w:num>
  <w:num w:numId="16" w16cid:durableId="1403679133">
    <w:abstractNumId w:val="5"/>
  </w:num>
  <w:num w:numId="17" w16cid:durableId="415637596">
    <w:abstractNumId w:val="5"/>
  </w:num>
  <w:num w:numId="18" w16cid:durableId="3477543">
    <w:abstractNumId w:val="5"/>
  </w:num>
  <w:num w:numId="19" w16cid:durableId="587083426">
    <w:abstractNumId w:val="6"/>
  </w:num>
  <w:num w:numId="20" w16cid:durableId="1878201841">
    <w:abstractNumId w:val="6"/>
  </w:num>
  <w:num w:numId="21" w16cid:durableId="1303343538">
    <w:abstractNumId w:val="6"/>
  </w:num>
  <w:num w:numId="22" w16cid:durableId="1559828427">
    <w:abstractNumId w:val="6"/>
  </w:num>
  <w:num w:numId="23" w16cid:durableId="1458600009">
    <w:abstractNumId w:val="7"/>
  </w:num>
  <w:num w:numId="24" w16cid:durableId="1469973660">
    <w:abstractNumId w:val="0"/>
  </w:num>
  <w:num w:numId="25" w16cid:durableId="1333600837">
    <w:abstractNumId w:val="0"/>
  </w:num>
  <w:num w:numId="26" w16cid:durableId="23988941">
    <w:abstractNumId w:val="2"/>
  </w:num>
  <w:num w:numId="27" w16cid:durableId="241767341">
    <w:abstractNumId w:val="2"/>
  </w:num>
  <w:num w:numId="28" w16cid:durableId="910430987">
    <w:abstractNumId w:val="9"/>
  </w:num>
  <w:num w:numId="29" w16cid:durableId="2079091167">
    <w:abstractNumId w:val="0"/>
  </w:num>
  <w:num w:numId="30" w16cid:durableId="1338001646">
    <w:abstractNumId w:val="2"/>
  </w:num>
  <w:num w:numId="31" w16cid:durableId="1785004658">
    <w:abstractNumId w:val="2"/>
  </w:num>
  <w:num w:numId="32" w16cid:durableId="479663789">
    <w:abstractNumId w:val="5"/>
  </w:num>
  <w:num w:numId="33" w16cid:durableId="1105464215">
    <w:abstractNumId w:val="5"/>
  </w:num>
  <w:num w:numId="34" w16cid:durableId="1201625947">
    <w:abstractNumId w:val="5"/>
  </w:num>
  <w:num w:numId="35" w16cid:durableId="1810516525">
    <w:abstractNumId w:val="5"/>
  </w:num>
  <w:num w:numId="36" w16cid:durableId="1185366443">
    <w:abstractNumId w:val="6"/>
  </w:num>
  <w:num w:numId="37" w16cid:durableId="1279413992">
    <w:abstractNumId w:val="6"/>
  </w:num>
  <w:num w:numId="38" w16cid:durableId="799346887">
    <w:abstractNumId w:val="6"/>
  </w:num>
  <w:num w:numId="39" w16cid:durableId="67582013">
    <w:abstractNumId w:val="6"/>
  </w:num>
  <w:num w:numId="40" w16cid:durableId="485976379">
    <w:abstractNumId w:val="7"/>
  </w:num>
  <w:num w:numId="41" w16cid:durableId="1565678693">
    <w:abstractNumId w:val="0"/>
  </w:num>
  <w:num w:numId="42" w16cid:durableId="223614094">
    <w:abstractNumId w:val="0"/>
  </w:num>
  <w:num w:numId="43" w16cid:durableId="1769812301">
    <w:abstractNumId w:val="2"/>
  </w:num>
  <w:num w:numId="44" w16cid:durableId="636764949">
    <w:abstractNumId w:val="2"/>
  </w:num>
  <w:num w:numId="45" w16cid:durableId="1618557602">
    <w:abstractNumId w:val="9"/>
  </w:num>
  <w:num w:numId="46" w16cid:durableId="191307950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96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962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3F386C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1136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44183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1C5B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08A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DF5874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CAD1D"/>
  <w14:defaultImageDpi w14:val="32767"/>
  <w15:docId w15:val="{587EF7F6-F0E2-4C13-AA2E-FB6607B1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ensky\Documents\DS\Stavby%202024\64024XXX%20Oprava%20kolej&#237;%20a%20v&#253;hybek%20v%20dopravn&#283;%20Ko&#345;enov\Zad&#225;va&#269;ka%20final\D&#237;l%204%20KSP_R(R-F)_Ko&#345;eno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729EA436A974CC29EC4B121D4D66A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7432C5-30AE-40EE-81A4-24EED2DB0F6F}"/>
      </w:docPartPr>
      <w:docPartBody>
        <w:p w:rsidR="004C3473" w:rsidRDefault="00000000">
          <w:pPr>
            <w:pStyle w:val="F729EA436A974CC29EC4B121D4D66A9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AE2"/>
    <w:rsid w:val="003B4AE2"/>
    <w:rsid w:val="004663A3"/>
    <w:rsid w:val="004C3473"/>
    <w:rsid w:val="004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729EA436A974CC29EC4B121D4D66A92">
    <w:name w:val="F729EA436A974CC29EC4B121D4D66A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D47B08-E6BE-4991-B85D-0D0757D9E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KSP_R(R-F)_Kořenov</Template>
  <TotalTime>11</TotalTime>
  <Pages>6</Pages>
  <Words>1869</Words>
  <Characters>11033</Characters>
  <Application>Microsoft Office Word</Application>
  <DocSecurity>0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Desenský Jiří, DiS.</dc:creator>
  <cp:lastModifiedBy>Desenský Jiří, DiS.</cp:lastModifiedBy>
  <cp:revision>2</cp:revision>
  <cp:lastPrinted>2019-03-13T10:28:00Z</cp:lastPrinted>
  <dcterms:created xsi:type="dcterms:W3CDTF">2024-07-12T10:49:00Z</dcterms:created>
  <dcterms:modified xsi:type="dcterms:W3CDTF">2024-07-12T11:02:00Z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